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EC6" w:rsidRPr="006D57C1" w:rsidRDefault="006B39E4" w:rsidP="006B39E4">
      <w:pPr>
        <w:spacing w:line="360" w:lineRule="auto"/>
        <w:jc w:val="center"/>
        <w:rPr>
          <w:rFonts w:cstheme="majorHAnsi"/>
          <w:sz w:val="40"/>
          <w:szCs w:val="40"/>
        </w:rPr>
      </w:pPr>
      <w:r w:rsidRPr="006D57C1">
        <w:rPr>
          <w:rFonts w:cstheme="majorHAnsi"/>
          <w:sz w:val="40"/>
          <w:szCs w:val="40"/>
        </w:rPr>
        <w:t>QU</w:t>
      </w:r>
      <w:r w:rsidR="00462F0B" w:rsidRPr="006D57C1">
        <w:rPr>
          <w:rFonts w:cstheme="majorHAnsi"/>
          <w:sz w:val="40"/>
          <w:szCs w:val="40"/>
        </w:rPr>
        <w:t>ANTE FINESTRE SI AFFACCIANO IN TUTTO</w:t>
      </w:r>
    </w:p>
    <w:p w:rsidR="00D00F2B" w:rsidRPr="006D57C1" w:rsidRDefault="00462F0B" w:rsidP="009613C9">
      <w:pPr>
        <w:spacing w:line="360" w:lineRule="auto"/>
        <w:jc w:val="center"/>
        <w:rPr>
          <w:rFonts w:cstheme="majorHAnsi"/>
          <w:sz w:val="40"/>
          <w:szCs w:val="40"/>
        </w:rPr>
      </w:pPr>
      <w:r w:rsidRPr="006D57C1">
        <w:rPr>
          <w:rFonts w:cstheme="majorHAnsi"/>
          <w:sz w:val="40"/>
          <w:szCs w:val="40"/>
        </w:rPr>
        <w:t>SU PIAZZA GRANDE?</w:t>
      </w:r>
    </w:p>
    <w:p w:rsidR="006D57C1" w:rsidRDefault="006D57C1" w:rsidP="009613C9">
      <w:pPr>
        <w:spacing w:line="360" w:lineRule="auto"/>
        <w:jc w:val="both"/>
        <w:rPr>
          <w:rFonts w:cstheme="majorHAnsi"/>
          <w:szCs w:val="28"/>
        </w:rPr>
      </w:pPr>
    </w:p>
    <w:p w:rsidR="00822CAA" w:rsidRDefault="00822CAA" w:rsidP="009613C9">
      <w:pPr>
        <w:spacing w:line="360" w:lineRule="auto"/>
        <w:jc w:val="both"/>
        <w:rPr>
          <w:rFonts w:cstheme="majorHAnsi"/>
          <w:szCs w:val="28"/>
        </w:rPr>
      </w:pPr>
    </w:p>
    <w:p w:rsidR="006D57C1" w:rsidRPr="006D57C1" w:rsidRDefault="006D57C1" w:rsidP="006D57C1">
      <w:pPr>
        <w:spacing w:line="360" w:lineRule="auto"/>
        <w:rPr>
          <w:u w:val="single"/>
        </w:rPr>
      </w:pPr>
      <w:r w:rsidRPr="006D57C1">
        <w:rPr>
          <w:u w:val="single"/>
        </w:rPr>
        <w:t>Attenzione!</w:t>
      </w:r>
    </w:p>
    <w:p w:rsidR="005E3B2F" w:rsidRDefault="000A153E" w:rsidP="006D57C1">
      <w:pPr>
        <w:pStyle w:val="Paragrafoelenco"/>
        <w:numPr>
          <w:ilvl w:val="0"/>
          <w:numId w:val="16"/>
        </w:numPr>
        <w:spacing w:line="360" w:lineRule="auto"/>
      </w:pPr>
      <w:r w:rsidRPr="00DA71FE">
        <w:t>NON considerate le vetrine dei negozi</w:t>
      </w:r>
      <w:r>
        <w:t>, i lucernai e le torrette</w:t>
      </w:r>
      <w:r w:rsidR="005E3B2F">
        <w:t>;</w:t>
      </w:r>
    </w:p>
    <w:p w:rsidR="005E3B2F" w:rsidRDefault="005E3B2F" w:rsidP="006D57C1">
      <w:pPr>
        <w:pStyle w:val="Paragrafoelenco"/>
        <w:numPr>
          <w:ilvl w:val="0"/>
          <w:numId w:val="16"/>
        </w:numPr>
        <w:spacing w:line="360" w:lineRule="auto"/>
      </w:pPr>
      <w:r>
        <w:t>NON considerate l’edificio postale;</w:t>
      </w:r>
    </w:p>
    <w:p w:rsidR="000A153E" w:rsidRDefault="005E3B2F" w:rsidP="006D57C1">
      <w:pPr>
        <w:pStyle w:val="Paragrafoelenco"/>
        <w:numPr>
          <w:ilvl w:val="0"/>
          <w:numId w:val="16"/>
        </w:numPr>
        <w:spacing w:line="360" w:lineRule="auto"/>
      </w:pPr>
      <w:r>
        <w:t xml:space="preserve">le aperture con più di due vetri </w:t>
      </w:r>
      <w:r w:rsidR="006D57C1">
        <w:t>valgono come un’unica finestra (</w:t>
      </w:r>
      <w:r>
        <w:t>v. ultimo piano del Municipio</w:t>
      </w:r>
      <w:r w:rsidR="006D57C1">
        <w:t>)</w:t>
      </w:r>
    </w:p>
    <w:p w:rsidR="000A153E" w:rsidRDefault="000A153E" w:rsidP="000A153E">
      <w:pPr>
        <w:spacing w:line="360" w:lineRule="auto"/>
        <w:jc w:val="center"/>
        <w:rPr>
          <w:rFonts w:cstheme="majorHAnsi"/>
          <w:szCs w:val="28"/>
        </w:rPr>
      </w:pPr>
    </w:p>
    <w:p w:rsidR="006D57C1" w:rsidRPr="000F7EC6" w:rsidRDefault="006D57C1" w:rsidP="000A153E">
      <w:pPr>
        <w:spacing w:line="360" w:lineRule="auto"/>
        <w:jc w:val="center"/>
        <w:rPr>
          <w:rFonts w:cstheme="majorHAnsi"/>
          <w:szCs w:val="28"/>
        </w:rPr>
      </w:pPr>
    </w:p>
    <w:p w:rsidR="00462F0B" w:rsidRDefault="00462F0B" w:rsidP="00DA71FE">
      <w:pPr>
        <w:pStyle w:val="Paragrafoelenco"/>
        <w:numPr>
          <w:ilvl w:val="0"/>
          <w:numId w:val="1"/>
        </w:numPr>
        <w:spacing w:line="360" w:lineRule="auto"/>
        <w:jc w:val="both"/>
      </w:pPr>
      <w:r w:rsidRPr="000F7EC6">
        <w:t xml:space="preserve">Fate una rapida </w:t>
      </w:r>
      <w:r w:rsidRPr="000F7EC6">
        <w:rPr>
          <w:b/>
        </w:rPr>
        <w:t>stima “ad occhio”</w:t>
      </w:r>
      <w:r w:rsidRPr="000F7EC6">
        <w:t xml:space="preserve">, </w:t>
      </w:r>
      <w:r w:rsidRPr="000F7EC6">
        <w:rPr>
          <w:u w:val="single"/>
        </w:rPr>
        <w:t>senza fare calcoli</w:t>
      </w:r>
      <w:r w:rsidRPr="000F7EC6">
        <w:t>.</w:t>
      </w:r>
    </w:p>
    <w:p w:rsidR="00DA71FE" w:rsidRPr="000F7EC6" w:rsidRDefault="00DA71FE" w:rsidP="00DA71FE">
      <w:pPr>
        <w:pStyle w:val="Paragrafoelenco"/>
        <w:spacing w:line="360" w:lineRule="auto"/>
        <w:ind w:left="360"/>
        <w:jc w:val="both"/>
      </w:pPr>
      <w:r>
        <w:t>Ognuno comunicherà separatamente al tutor la propria stima.</w:t>
      </w:r>
    </w:p>
    <w:p w:rsidR="00462F0B" w:rsidRDefault="00462F0B" w:rsidP="00DA71FE">
      <w:pPr>
        <w:pStyle w:val="Paragrafoelenco"/>
        <w:spacing w:line="360" w:lineRule="auto"/>
        <w:ind w:left="360"/>
        <w:jc w:val="both"/>
      </w:pPr>
    </w:p>
    <w:p w:rsidR="006D57C1" w:rsidRPr="000F7EC6" w:rsidRDefault="006D57C1" w:rsidP="00DA71FE">
      <w:pPr>
        <w:pStyle w:val="Paragrafoelenco"/>
        <w:spacing w:line="360" w:lineRule="auto"/>
        <w:ind w:left="360"/>
        <w:jc w:val="both"/>
      </w:pPr>
    </w:p>
    <w:p w:rsidR="00F045A6" w:rsidRDefault="00DA71FE" w:rsidP="0048640D">
      <w:pPr>
        <w:pStyle w:val="Paragrafoelenco"/>
        <w:numPr>
          <w:ilvl w:val="0"/>
          <w:numId w:val="1"/>
        </w:numPr>
        <w:spacing w:line="360" w:lineRule="auto"/>
        <w:jc w:val="both"/>
      </w:pPr>
      <w:r>
        <w:t>Fate</w:t>
      </w:r>
      <w:r w:rsidR="00462F0B" w:rsidRPr="000F7EC6">
        <w:t xml:space="preserve"> un </w:t>
      </w:r>
      <w:r w:rsidR="00462F0B" w:rsidRPr="000F7EC6">
        <w:rPr>
          <w:u w:val="single"/>
        </w:rPr>
        <w:t>calcolo approssimato</w:t>
      </w:r>
      <w:r w:rsidR="00462F0B" w:rsidRPr="000F7EC6">
        <w:t xml:space="preserve"> delle finestre</w:t>
      </w:r>
      <w:r w:rsidR="00462F0B" w:rsidRPr="00DA71FE">
        <w:t xml:space="preserve">. </w:t>
      </w:r>
    </w:p>
    <w:p w:rsidR="00462F0B" w:rsidRDefault="00462F0B" w:rsidP="00F045A6">
      <w:pPr>
        <w:pStyle w:val="Paragrafoelenco"/>
        <w:spacing w:line="360" w:lineRule="auto"/>
        <w:ind w:left="360"/>
        <w:jc w:val="both"/>
      </w:pPr>
      <w:r w:rsidRPr="0048640D">
        <w:t xml:space="preserve">Riportate </w:t>
      </w:r>
      <w:r w:rsidR="006D57C1">
        <w:t>su un foglio le vostre strategie.</w:t>
      </w:r>
    </w:p>
    <w:p w:rsidR="006D57C1" w:rsidRPr="0048640D" w:rsidRDefault="006D57C1" w:rsidP="00F045A6">
      <w:pPr>
        <w:pStyle w:val="Paragrafoelenco"/>
        <w:spacing w:line="360" w:lineRule="auto"/>
        <w:ind w:left="360"/>
        <w:jc w:val="both"/>
      </w:pPr>
      <w:r>
        <w:t>Al termine, il tutor prenderà nota della vostra stima finale e del tempo impiegato.</w:t>
      </w:r>
    </w:p>
    <w:p w:rsidR="00462F0B" w:rsidRPr="000F7EC6" w:rsidRDefault="00462F0B" w:rsidP="009613C9">
      <w:pPr>
        <w:pStyle w:val="Paragrafoelenco"/>
        <w:spacing w:line="360" w:lineRule="auto"/>
        <w:ind w:left="360"/>
        <w:jc w:val="both"/>
      </w:pPr>
    </w:p>
    <w:p w:rsidR="0009445E" w:rsidRDefault="0009445E" w:rsidP="009613C9">
      <w:pPr>
        <w:pStyle w:val="Paragrafoelenco"/>
        <w:spacing w:line="360" w:lineRule="auto"/>
        <w:ind w:left="360"/>
        <w:jc w:val="both"/>
      </w:pPr>
    </w:p>
    <w:p w:rsidR="0009445E" w:rsidRDefault="0009445E" w:rsidP="009613C9">
      <w:pPr>
        <w:pStyle w:val="Paragrafoelenco"/>
        <w:spacing w:line="360" w:lineRule="auto"/>
        <w:ind w:left="360"/>
        <w:jc w:val="both"/>
      </w:pPr>
    </w:p>
    <w:p w:rsidR="0009445E" w:rsidRDefault="0009445E" w:rsidP="009613C9">
      <w:pPr>
        <w:pStyle w:val="Paragrafoelenco"/>
        <w:spacing w:line="360" w:lineRule="auto"/>
        <w:ind w:left="360"/>
        <w:jc w:val="both"/>
      </w:pPr>
    </w:p>
    <w:p w:rsidR="0009445E" w:rsidRDefault="0009445E" w:rsidP="009613C9">
      <w:pPr>
        <w:pStyle w:val="Paragrafoelenco"/>
        <w:spacing w:line="360" w:lineRule="auto"/>
        <w:ind w:left="360"/>
        <w:jc w:val="both"/>
      </w:pPr>
    </w:p>
    <w:p w:rsidR="0009445E" w:rsidRDefault="0009445E" w:rsidP="009613C9">
      <w:pPr>
        <w:pStyle w:val="Paragrafoelenco"/>
        <w:spacing w:line="360" w:lineRule="auto"/>
        <w:ind w:left="360"/>
        <w:jc w:val="both"/>
      </w:pPr>
    </w:p>
    <w:p w:rsidR="006D57C1" w:rsidRDefault="00222068" w:rsidP="006B39E4">
      <w:pPr>
        <w:spacing w:line="360" w:lineRule="auto"/>
        <w:ind w:left="360"/>
        <w:jc w:val="center"/>
        <w:rPr>
          <w:rFonts w:cstheme="majorHAnsi"/>
          <w:sz w:val="40"/>
          <w:szCs w:val="40"/>
        </w:rPr>
      </w:pPr>
      <w:r w:rsidRPr="006D57C1">
        <w:rPr>
          <w:rFonts w:cstheme="majorHAnsi"/>
          <w:sz w:val="40"/>
          <w:szCs w:val="40"/>
        </w:rPr>
        <w:lastRenderedPageBreak/>
        <w:t>QUANTI VETRI A SPECCHIO</w:t>
      </w:r>
      <w:r w:rsidR="00D8057D" w:rsidRPr="006D57C1">
        <w:rPr>
          <w:rFonts w:cstheme="majorHAnsi"/>
          <w:sz w:val="40"/>
          <w:szCs w:val="40"/>
        </w:rPr>
        <w:t xml:space="preserve"> </w:t>
      </w:r>
    </w:p>
    <w:p w:rsidR="00D8057D" w:rsidRPr="006D57C1" w:rsidRDefault="00D8057D" w:rsidP="006D57C1">
      <w:pPr>
        <w:spacing w:line="360" w:lineRule="auto"/>
        <w:jc w:val="center"/>
        <w:rPr>
          <w:rFonts w:cstheme="majorHAnsi"/>
          <w:sz w:val="40"/>
          <w:szCs w:val="40"/>
        </w:rPr>
      </w:pPr>
      <w:r w:rsidRPr="006D57C1">
        <w:rPr>
          <w:rFonts w:cstheme="majorHAnsi"/>
          <w:sz w:val="40"/>
          <w:szCs w:val="40"/>
        </w:rPr>
        <w:t>HA L’EDIFICIO POSTA</w:t>
      </w:r>
      <w:r w:rsidR="00F045A6" w:rsidRPr="006D57C1">
        <w:rPr>
          <w:rFonts w:cstheme="majorHAnsi"/>
          <w:sz w:val="40"/>
          <w:szCs w:val="40"/>
        </w:rPr>
        <w:t>LE DI LOCARNO</w:t>
      </w:r>
      <w:r w:rsidRPr="006D57C1">
        <w:rPr>
          <w:rFonts w:cstheme="majorHAnsi"/>
          <w:sz w:val="40"/>
          <w:szCs w:val="40"/>
        </w:rPr>
        <w:t>?</w:t>
      </w:r>
    </w:p>
    <w:p w:rsidR="000A153E" w:rsidRDefault="000A153E" w:rsidP="006B39E4">
      <w:pPr>
        <w:spacing w:line="360" w:lineRule="auto"/>
        <w:ind w:left="360"/>
        <w:jc w:val="center"/>
        <w:rPr>
          <w:rFonts w:cstheme="majorHAnsi"/>
          <w:szCs w:val="28"/>
        </w:rPr>
      </w:pPr>
    </w:p>
    <w:p w:rsidR="006D57C1" w:rsidRPr="006B39E4" w:rsidRDefault="006D57C1" w:rsidP="006B39E4">
      <w:pPr>
        <w:spacing w:line="360" w:lineRule="auto"/>
        <w:ind w:left="360"/>
        <w:jc w:val="center"/>
        <w:rPr>
          <w:rFonts w:cstheme="majorHAnsi"/>
          <w:szCs w:val="28"/>
        </w:rPr>
      </w:pPr>
    </w:p>
    <w:p w:rsidR="00822CAA" w:rsidRDefault="00822CAA" w:rsidP="006D57C1">
      <w:pPr>
        <w:spacing w:line="360" w:lineRule="auto"/>
        <w:rPr>
          <w:u w:val="single"/>
        </w:rPr>
      </w:pPr>
      <w:r>
        <w:rPr>
          <w:u w:val="single"/>
        </w:rPr>
        <w:t>Attenzione:</w:t>
      </w:r>
    </w:p>
    <w:p w:rsidR="00D8057D" w:rsidRPr="00822CAA" w:rsidRDefault="006D57C1" w:rsidP="006D57C1">
      <w:pPr>
        <w:spacing w:line="360" w:lineRule="auto"/>
        <w:rPr>
          <w:u w:val="single"/>
        </w:rPr>
      </w:pPr>
      <w:r>
        <w:t>c</w:t>
      </w:r>
      <w:r w:rsidR="002F0B35">
        <w:t xml:space="preserve">onsiderate </w:t>
      </w:r>
      <w:r w:rsidR="002F0B35" w:rsidRPr="006D57C1">
        <w:rPr>
          <w:u w:val="single"/>
        </w:rPr>
        <w:t>solo i</w:t>
      </w:r>
      <w:r w:rsidR="000A153E" w:rsidRPr="006D57C1">
        <w:rPr>
          <w:u w:val="single"/>
        </w:rPr>
        <w:t xml:space="preserve"> </w:t>
      </w:r>
      <w:r w:rsidR="00222068" w:rsidRPr="006D57C1">
        <w:rPr>
          <w:u w:val="single"/>
        </w:rPr>
        <w:t>vetri a specchio</w:t>
      </w:r>
      <w:r w:rsidR="000A153E" w:rsidRPr="006D57C1">
        <w:rPr>
          <w:u w:val="single"/>
        </w:rPr>
        <w:t xml:space="preserve"> </w:t>
      </w:r>
      <w:r w:rsidR="002F0B35" w:rsidRPr="006D57C1">
        <w:rPr>
          <w:u w:val="single"/>
        </w:rPr>
        <w:t>rettangolari</w:t>
      </w:r>
      <w:r w:rsidR="002F0B35">
        <w:t>, NON quelli quadrati!</w:t>
      </w:r>
    </w:p>
    <w:p w:rsidR="000A153E" w:rsidRDefault="000A153E" w:rsidP="000A153E">
      <w:pPr>
        <w:pStyle w:val="Paragrafoelenco"/>
        <w:spacing w:line="360" w:lineRule="auto"/>
        <w:jc w:val="center"/>
        <w:rPr>
          <w:rFonts w:cstheme="majorHAnsi"/>
          <w:szCs w:val="28"/>
        </w:rPr>
      </w:pPr>
    </w:p>
    <w:p w:rsidR="006D57C1" w:rsidRPr="00D8057D" w:rsidRDefault="006D57C1" w:rsidP="000A153E">
      <w:pPr>
        <w:pStyle w:val="Paragrafoelenco"/>
        <w:spacing w:line="360" w:lineRule="auto"/>
        <w:jc w:val="center"/>
        <w:rPr>
          <w:rFonts w:cstheme="majorHAnsi"/>
          <w:szCs w:val="28"/>
        </w:rPr>
      </w:pPr>
    </w:p>
    <w:p w:rsidR="00CF6445" w:rsidRPr="00CF6445" w:rsidRDefault="00CF6445" w:rsidP="00CF6445">
      <w:pPr>
        <w:pStyle w:val="Paragrafoelenco"/>
        <w:numPr>
          <w:ilvl w:val="0"/>
          <w:numId w:val="7"/>
        </w:numPr>
        <w:spacing w:line="360" w:lineRule="auto"/>
        <w:jc w:val="both"/>
      </w:pPr>
      <w:r w:rsidRPr="00CF6445">
        <w:t xml:space="preserve">Fate una rapida </w:t>
      </w:r>
      <w:r w:rsidRPr="00CF6445">
        <w:rPr>
          <w:b/>
        </w:rPr>
        <w:t>stima “ad occhio”</w:t>
      </w:r>
      <w:r w:rsidRPr="00CF6445">
        <w:t xml:space="preserve">, </w:t>
      </w:r>
      <w:r w:rsidRPr="00CF6445">
        <w:rPr>
          <w:u w:val="single"/>
        </w:rPr>
        <w:t>senza fare calcoli</w:t>
      </w:r>
      <w:r w:rsidRPr="00CF6445">
        <w:t>.</w:t>
      </w:r>
    </w:p>
    <w:p w:rsidR="00CF6445" w:rsidRPr="000F7EC6" w:rsidRDefault="00CF6445" w:rsidP="00CF6445">
      <w:pPr>
        <w:pStyle w:val="Paragrafoelenco"/>
        <w:spacing w:line="360" w:lineRule="auto"/>
        <w:ind w:left="360"/>
        <w:jc w:val="both"/>
      </w:pPr>
      <w:r>
        <w:t>Ognuno comunicherà separatamente al tutor la propria stima.</w:t>
      </w:r>
    </w:p>
    <w:p w:rsidR="00D8057D" w:rsidRDefault="00D8057D" w:rsidP="009613C9">
      <w:pPr>
        <w:pStyle w:val="Paragrafoelenco"/>
        <w:spacing w:line="360" w:lineRule="auto"/>
        <w:ind w:left="360"/>
        <w:jc w:val="both"/>
      </w:pPr>
    </w:p>
    <w:p w:rsidR="006D57C1" w:rsidRPr="000F7EC6" w:rsidRDefault="006D57C1" w:rsidP="009613C9">
      <w:pPr>
        <w:pStyle w:val="Paragrafoelenco"/>
        <w:spacing w:line="360" w:lineRule="auto"/>
        <w:ind w:left="360"/>
        <w:jc w:val="both"/>
      </w:pPr>
    </w:p>
    <w:p w:rsidR="00CF6445" w:rsidRPr="00CF6445" w:rsidRDefault="00CF6445" w:rsidP="00CF6445">
      <w:pPr>
        <w:pStyle w:val="Paragrafoelenco"/>
        <w:numPr>
          <w:ilvl w:val="0"/>
          <w:numId w:val="7"/>
        </w:numPr>
        <w:spacing w:line="360" w:lineRule="auto"/>
        <w:jc w:val="both"/>
      </w:pPr>
      <w:r w:rsidRPr="00CF6445">
        <w:t xml:space="preserve">Fate un </w:t>
      </w:r>
      <w:r w:rsidRPr="00CF6445">
        <w:rPr>
          <w:u w:val="single"/>
        </w:rPr>
        <w:t>calcolo approssimato</w:t>
      </w:r>
      <w:r w:rsidRPr="00CF6445">
        <w:t xml:space="preserve"> </w:t>
      </w:r>
      <w:r w:rsidR="00222068">
        <w:t>dei vetri a specchio</w:t>
      </w:r>
      <w:r w:rsidRPr="00CF6445">
        <w:t xml:space="preserve">. </w:t>
      </w:r>
    </w:p>
    <w:p w:rsidR="006D57C1" w:rsidRDefault="006D57C1" w:rsidP="006D57C1">
      <w:pPr>
        <w:pStyle w:val="Paragrafoelenco"/>
        <w:spacing w:line="360" w:lineRule="auto"/>
        <w:ind w:left="360"/>
        <w:jc w:val="both"/>
      </w:pPr>
      <w:r w:rsidRPr="0048640D">
        <w:t xml:space="preserve">Riportate </w:t>
      </w:r>
      <w:r>
        <w:t>su un foglio le vostre strategie.</w:t>
      </w:r>
    </w:p>
    <w:p w:rsidR="006D57C1" w:rsidRPr="0048640D" w:rsidRDefault="006D57C1" w:rsidP="006D57C1">
      <w:pPr>
        <w:pStyle w:val="Paragrafoelenco"/>
        <w:spacing w:line="360" w:lineRule="auto"/>
        <w:ind w:left="360"/>
        <w:jc w:val="both"/>
      </w:pPr>
      <w:r>
        <w:t>Al termine, il tutor prenderà nota della vostra stima finale e del tempo impiegato.</w:t>
      </w:r>
    </w:p>
    <w:p w:rsidR="00D8057D" w:rsidRPr="000F7EC6" w:rsidRDefault="00D8057D" w:rsidP="009613C9">
      <w:pPr>
        <w:pStyle w:val="Paragrafoelenco"/>
        <w:spacing w:line="360" w:lineRule="auto"/>
        <w:ind w:left="360"/>
        <w:jc w:val="both"/>
      </w:pPr>
    </w:p>
    <w:p w:rsidR="00D8057D" w:rsidRPr="000F7EC6" w:rsidRDefault="00D8057D" w:rsidP="009613C9">
      <w:pPr>
        <w:pStyle w:val="Paragrafoelenco"/>
        <w:spacing w:line="360" w:lineRule="auto"/>
        <w:ind w:left="360"/>
        <w:jc w:val="both"/>
      </w:pPr>
    </w:p>
    <w:p w:rsidR="00D8057D" w:rsidRPr="000F7EC6" w:rsidRDefault="00D8057D" w:rsidP="009613C9">
      <w:pPr>
        <w:pStyle w:val="Paragrafoelenco"/>
        <w:spacing w:line="360" w:lineRule="auto"/>
        <w:ind w:left="360"/>
        <w:jc w:val="both"/>
      </w:pPr>
    </w:p>
    <w:p w:rsidR="00D8057D" w:rsidRPr="000F7EC6" w:rsidRDefault="00D8057D" w:rsidP="009613C9">
      <w:pPr>
        <w:pStyle w:val="Paragrafoelenco"/>
        <w:spacing w:line="360" w:lineRule="auto"/>
        <w:ind w:left="360"/>
        <w:jc w:val="both"/>
      </w:pPr>
    </w:p>
    <w:p w:rsidR="00D8057D" w:rsidRPr="000F7EC6" w:rsidRDefault="00D8057D" w:rsidP="009613C9">
      <w:pPr>
        <w:pStyle w:val="Paragrafoelenco"/>
        <w:spacing w:line="360" w:lineRule="auto"/>
        <w:ind w:left="360"/>
        <w:jc w:val="both"/>
      </w:pPr>
    </w:p>
    <w:p w:rsidR="00D8057D" w:rsidRPr="000F7EC6" w:rsidRDefault="00D8057D" w:rsidP="009613C9">
      <w:pPr>
        <w:pStyle w:val="Paragrafoelenco"/>
        <w:spacing w:line="360" w:lineRule="auto"/>
        <w:ind w:left="360"/>
        <w:jc w:val="both"/>
      </w:pPr>
    </w:p>
    <w:p w:rsidR="00D8057D" w:rsidRDefault="00D8057D" w:rsidP="009613C9">
      <w:pPr>
        <w:pStyle w:val="Paragrafoelenco"/>
        <w:spacing w:line="360" w:lineRule="auto"/>
        <w:ind w:left="360"/>
        <w:jc w:val="both"/>
      </w:pPr>
    </w:p>
    <w:p w:rsidR="00D8057D" w:rsidRDefault="00D8057D" w:rsidP="009613C9">
      <w:pPr>
        <w:pStyle w:val="Paragrafoelenco"/>
        <w:spacing w:line="360" w:lineRule="auto"/>
        <w:ind w:left="360"/>
        <w:jc w:val="both"/>
      </w:pPr>
    </w:p>
    <w:p w:rsidR="0009445E" w:rsidRDefault="0009445E" w:rsidP="0009445E">
      <w:r>
        <w:br w:type="page"/>
      </w:r>
    </w:p>
    <w:p w:rsidR="00822CAA" w:rsidRDefault="00637B62" w:rsidP="00637B62">
      <w:pPr>
        <w:spacing w:line="360" w:lineRule="auto"/>
        <w:jc w:val="center"/>
        <w:rPr>
          <w:sz w:val="40"/>
          <w:szCs w:val="40"/>
        </w:rPr>
      </w:pPr>
      <w:r w:rsidRPr="00822CAA">
        <w:rPr>
          <w:sz w:val="40"/>
          <w:szCs w:val="40"/>
        </w:rPr>
        <w:lastRenderedPageBreak/>
        <w:t xml:space="preserve">QUANT’È LUNGO IL CONTORNO </w:t>
      </w:r>
    </w:p>
    <w:p w:rsidR="00637B62" w:rsidRPr="00822CAA" w:rsidRDefault="00637B62" w:rsidP="00637B62">
      <w:pPr>
        <w:spacing w:line="360" w:lineRule="auto"/>
        <w:jc w:val="center"/>
        <w:rPr>
          <w:sz w:val="40"/>
          <w:szCs w:val="40"/>
        </w:rPr>
      </w:pPr>
      <w:r w:rsidRPr="00822CAA">
        <w:rPr>
          <w:sz w:val="40"/>
          <w:szCs w:val="40"/>
        </w:rPr>
        <w:t>DELLA PIAZZA GRANDE,</w:t>
      </w:r>
    </w:p>
    <w:p w:rsidR="00756512" w:rsidRPr="00822CAA" w:rsidRDefault="00637B62" w:rsidP="00756512">
      <w:pPr>
        <w:spacing w:line="360" w:lineRule="auto"/>
        <w:jc w:val="center"/>
        <w:rPr>
          <w:sz w:val="40"/>
          <w:szCs w:val="40"/>
        </w:rPr>
      </w:pPr>
      <w:r w:rsidRPr="00822CAA">
        <w:rPr>
          <w:sz w:val="40"/>
          <w:szCs w:val="40"/>
        </w:rPr>
        <w:t>ESPRESSO IN BRACCI TICINESI?</w:t>
      </w:r>
    </w:p>
    <w:p w:rsidR="00B530AF" w:rsidRDefault="00822CAA" w:rsidP="00903324">
      <w:pPr>
        <w:spacing w:line="360" w:lineRule="auto"/>
        <w:jc w:val="both"/>
      </w:pPr>
      <w:r>
        <w:rPr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01025D" wp14:editId="49C48486">
                <wp:simplePos x="0" y="0"/>
                <wp:positionH relativeFrom="column">
                  <wp:posOffset>1190625</wp:posOffset>
                </wp:positionH>
                <wp:positionV relativeFrom="paragraph">
                  <wp:posOffset>247015</wp:posOffset>
                </wp:positionV>
                <wp:extent cx="4467225" cy="1390650"/>
                <wp:effectExtent l="19050" t="0" r="47625" b="247650"/>
                <wp:wrapNone/>
                <wp:docPr id="8" name="Bolla: nuvol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225" cy="1390650"/>
                        </a:xfrm>
                        <a:prstGeom prst="cloudCallout">
                          <a:avLst/>
                        </a:prstGeom>
                        <a:solidFill>
                          <a:schemeClr val="tx1">
                            <a:alpha val="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30AF" w:rsidRDefault="00756512" w:rsidP="00756512">
                            <w:r>
                              <w:t xml:space="preserve"> </w:t>
                            </w:r>
                            <w:r w:rsidR="00822CAA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01025D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Bolla: nuvola 8" o:spid="_x0000_s1026" type="#_x0000_t106" style="position:absolute;left:0;text-align:left;margin-left:93.75pt;margin-top:19.45pt;width:351.75pt;height:10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" adj="6300,24300" fillcolor="black [3213]" strokecolor="black [3213]" strokeweight="1pt">
                <v:fill opacity="0"/>
                <v:stroke joinstyle="miter"/>
                <v:textbox>
                  <w:txbxContent>
                    <w:p w:rsidR="00B530AF" w:rsidRDefault="00756512" w:rsidP="00756512">
                      <w:r>
                        <w:t xml:space="preserve"> </w:t>
                      </w:r>
                      <w:r w:rsidR="00822CAA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56512" w:rsidRDefault="00756512" w:rsidP="00756512">
      <w:pPr>
        <w:spacing w:line="360" w:lineRule="auto"/>
        <w:ind w:left="360"/>
        <w:jc w:val="center"/>
      </w:pPr>
    </w:p>
    <w:p w:rsidR="00903324" w:rsidRPr="00B530AF" w:rsidRDefault="00903324" w:rsidP="00B530AF">
      <w:pPr>
        <w:pStyle w:val="Paragrafoelenco"/>
        <w:numPr>
          <w:ilvl w:val="0"/>
          <w:numId w:val="10"/>
        </w:numPr>
        <w:spacing w:line="360" w:lineRule="auto"/>
        <w:jc w:val="center"/>
      </w:pPr>
      <w:r w:rsidRPr="00B530AF">
        <w:t xml:space="preserve">Braccio Ticinese </w:t>
      </w:r>
      <w:r w:rsidR="00756512">
        <w:t>del 1826</w:t>
      </w:r>
      <w:r w:rsidR="00822CAA">
        <w:t xml:space="preserve"> </w:t>
      </w:r>
      <w:r w:rsidRPr="00B530AF">
        <w:t xml:space="preserve">= </w:t>
      </w:r>
      <w:r w:rsidR="00637B62">
        <w:t>mezzo metro</w:t>
      </w:r>
    </w:p>
    <w:p w:rsidR="00B530AF" w:rsidRDefault="00B530AF" w:rsidP="00B530AF">
      <w:pPr>
        <w:spacing w:line="360" w:lineRule="auto"/>
        <w:jc w:val="both"/>
      </w:pPr>
    </w:p>
    <w:p w:rsidR="0009445E" w:rsidRDefault="0009445E" w:rsidP="00B530AF">
      <w:pPr>
        <w:spacing w:line="360" w:lineRule="auto"/>
        <w:jc w:val="both"/>
      </w:pPr>
    </w:p>
    <w:p w:rsidR="00822CAA" w:rsidRDefault="00822CAA" w:rsidP="00822CAA">
      <w:pPr>
        <w:spacing w:line="360" w:lineRule="auto"/>
      </w:pPr>
    </w:p>
    <w:p w:rsidR="00822CAA" w:rsidRDefault="00822CAA" w:rsidP="00822CAA">
      <w:pPr>
        <w:spacing w:line="360" w:lineRule="auto"/>
      </w:pPr>
    </w:p>
    <w:p w:rsidR="0079056F" w:rsidRDefault="00822CAA" w:rsidP="00822CAA">
      <w:pPr>
        <w:spacing w:line="360" w:lineRule="auto"/>
      </w:pPr>
      <w:r w:rsidRPr="00822CAA">
        <w:rPr>
          <w:u w:val="single"/>
        </w:rPr>
        <w:t>Attenzione</w:t>
      </w:r>
      <w:r>
        <w:t>: i</w:t>
      </w:r>
      <w:r w:rsidR="0079056F">
        <w:t xml:space="preserve"> tutor vi m</w:t>
      </w:r>
      <w:r>
        <w:t>ostreranno un braccio ticinese!</w:t>
      </w:r>
    </w:p>
    <w:p w:rsidR="0079056F" w:rsidRDefault="0079056F" w:rsidP="0079056F">
      <w:pPr>
        <w:spacing w:line="360" w:lineRule="auto"/>
        <w:jc w:val="center"/>
      </w:pPr>
    </w:p>
    <w:p w:rsidR="00822CAA" w:rsidRDefault="00822CAA" w:rsidP="0079056F">
      <w:pPr>
        <w:spacing w:line="360" w:lineRule="auto"/>
        <w:jc w:val="center"/>
      </w:pPr>
    </w:p>
    <w:p w:rsidR="00637B62" w:rsidRPr="003E6369" w:rsidRDefault="00637B62" w:rsidP="00637B62">
      <w:pPr>
        <w:pStyle w:val="Paragrafoelenco"/>
        <w:numPr>
          <w:ilvl w:val="0"/>
          <w:numId w:val="15"/>
        </w:numPr>
        <w:spacing w:line="360" w:lineRule="auto"/>
        <w:jc w:val="both"/>
      </w:pPr>
      <w:r w:rsidRPr="003E6369">
        <w:t xml:space="preserve">Fate una rapida </w:t>
      </w:r>
      <w:r w:rsidRPr="00637B62">
        <w:rPr>
          <w:b/>
        </w:rPr>
        <w:t>stima “ad occhio”</w:t>
      </w:r>
      <w:r w:rsidRPr="003E6369">
        <w:t xml:space="preserve">, </w:t>
      </w:r>
      <w:r w:rsidRPr="00637B62">
        <w:rPr>
          <w:u w:val="single"/>
        </w:rPr>
        <w:t>senza fare calcoli</w:t>
      </w:r>
      <w:r w:rsidRPr="003E6369">
        <w:t>.</w:t>
      </w:r>
    </w:p>
    <w:p w:rsidR="00637B62" w:rsidRPr="000F7EC6" w:rsidRDefault="00637B62" w:rsidP="00637B62">
      <w:pPr>
        <w:pStyle w:val="Paragrafoelenco"/>
        <w:spacing w:line="360" w:lineRule="auto"/>
        <w:ind w:left="360"/>
        <w:jc w:val="both"/>
      </w:pPr>
      <w:r>
        <w:t>Ognuno comunicherà separatamente al tutor la propria stima.</w:t>
      </w:r>
    </w:p>
    <w:p w:rsidR="00637B62" w:rsidRDefault="00637B62" w:rsidP="00637B62">
      <w:pPr>
        <w:spacing w:line="360" w:lineRule="auto"/>
        <w:jc w:val="both"/>
      </w:pPr>
    </w:p>
    <w:p w:rsidR="00822CAA" w:rsidRPr="003E6369" w:rsidRDefault="00822CAA" w:rsidP="00637B62">
      <w:pPr>
        <w:spacing w:line="360" w:lineRule="auto"/>
        <w:jc w:val="both"/>
      </w:pPr>
    </w:p>
    <w:p w:rsidR="00637B62" w:rsidRPr="003E6369" w:rsidRDefault="00637B62" w:rsidP="00637B62">
      <w:pPr>
        <w:pStyle w:val="Paragrafoelenco"/>
        <w:numPr>
          <w:ilvl w:val="0"/>
          <w:numId w:val="15"/>
        </w:numPr>
        <w:spacing w:line="360" w:lineRule="auto"/>
        <w:jc w:val="both"/>
      </w:pPr>
      <w:r w:rsidRPr="003E6369">
        <w:t xml:space="preserve">Fate un </w:t>
      </w:r>
      <w:r w:rsidRPr="00637B62">
        <w:rPr>
          <w:u w:val="single"/>
        </w:rPr>
        <w:t>calcolo approssimato</w:t>
      </w:r>
      <w:r w:rsidRPr="003E6369">
        <w:t xml:space="preserve"> </w:t>
      </w:r>
      <w:r>
        <w:t>del perimetro</w:t>
      </w:r>
      <w:r w:rsidRPr="003E6369">
        <w:t xml:space="preserve">, aiutandovi con la </w:t>
      </w:r>
      <w:r w:rsidRPr="007908A9">
        <w:rPr>
          <w:u w:val="single"/>
        </w:rPr>
        <w:t>mappa della piazza</w:t>
      </w:r>
      <w:r w:rsidRPr="003E6369">
        <w:t xml:space="preserve">. </w:t>
      </w:r>
    </w:p>
    <w:p w:rsidR="00822CAA" w:rsidRDefault="00822CAA" w:rsidP="00822CAA">
      <w:pPr>
        <w:pStyle w:val="Paragrafoelenco"/>
        <w:spacing w:line="360" w:lineRule="auto"/>
        <w:ind w:left="360"/>
        <w:jc w:val="both"/>
      </w:pPr>
      <w:r w:rsidRPr="0048640D">
        <w:t xml:space="preserve">Riportate </w:t>
      </w:r>
      <w:r>
        <w:t>su un foglio le vostre strategie.</w:t>
      </w:r>
    </w:p>
    <w:p w:rsidR="00822CAA" w:rsidRPr="0048640D" w:rsidRDefault="00822CAA" w:rsidP="00822CAA">
      <w:pPr>
        <w:pStyle w:val="Paragrafoelenco"/>
        <w:spacing w:line="360" w:lineRule="auto"/>
        <w:ind w:left="360"/>
        <w:jc w:val="both"/>
      </w:pPr>
      <w:r>
        <w:t>Al termine, il tutor prenderà nota della vostra stima finale e del tempo impiegato.</w:t>
      </w:r>
    </w:p>
    <w:p w:rsidR="00903324" w:rsidRPr="000F7EC6" w:rsidRDefault="00903324" w:rsidP="00903324">
      <w:pPr>
        <w:pStyle w:val="Paragrafoelenco"/>
        <w:spacing w:line="360" w:lineRule="auto"/>
        <w:ind w:left="360"/>
        <w:jc w:val="both"/>
      </w:pPr>
    </w:p>
    <w:p w:rsidR="00903324" w:rsidRPr="000F7EC6" w:rsidRDefault="00903324" w:rsidP="00903324">
      <w:pPr>
        <w:pStyle w:val="Paragrafoelenco"/>
        <w:spacing w:line="360" w:lineRule="auto"/>
        <w:ind w:left="360"/>
        <w:jc w:val="both"/>
      </w:pPr>
    </w:p>
    <w:p w:rsidR="00903324" w:rsidRPr="000F7EC6" w:rsidRDefault="00903324" w:rsidP="00903324">
      <w:pPr>
        <w:pStyle w:val="Paragrafoelenco"/>
        <w:spacing w:line="360" w:lineRule="auto"/>
        <w:ind w:left="360"/>
        <w:jc w:val="both"/>
      </w:pPr>
    </w:p>
    <w:p w:rsidR="00903324" w:rsidRPr="000F7EC6" w:rsidRDefault="00903324" w:rsidP="00903324">
      <w:pPr>
        <w:pStyle w:val="Paragrafoelenco"/>
        <w:spacing w:line="360" w:lineRule="auto"/>
        <w:ind w:left="360"/>
        <w:jc w:val="both"/>
      </w:pPr>
    </w:p>
    <w:p w:rsidR="007908A9" w:rsidRPr="00822CAA" w:rsidRDefault="007908A9" w:rsidP="007908A9">
      <w:pPr>
        <w:jc w:val="center"/>
        <w:rPr>
          <w:rFonts w:cstheme="majorHAnsi"/>
          <w:sz w:val="40"/>
          <w:szCs w:val="40"/>
        </w:rPr>
      </w:pPr>
      <w:r w:rsidRPr="00822CAA">
        <w:rPr>
          <w:rFonts w:cstheme="majorHAnsi"/>
          <w:sz w:val="40"/>
          <w:szCs w:val="40"/>
        </w:rPr>
        <w:t xml:space="preserve">QUANTO </w:t>
      </w:r>
      <w:r w:rsidR="004741BB">
        <w:rPr>
          <w:rFonts w:cstheme="majorHAnsi"/>
          <w:sz w:val="40"/>
          <w:szCs w:val="40"/>
        </w:rPr>
        <w:t>È</w:t>
      </w:r>
      <w:r w:rsidRPr="00822CAA">
        <w:rPr>
          <w:rFonts w:cstheme="majorHAnsi"/>
          <w:sz w:val="40"/>
          <w:szCs w:val="40"/>
        </w:rPr>
        <w:t xml:space="preserve"> ESTESA </w:t>
      </w:r>
      <w:bookmarkStart w:id="0" w:name="_GoBack"/>
      <w:bookmarkEnd w:id="0"/>
      <w:r w:rsidRPr="00822CAA">
        <w:rPr>
          <w:rFonts w:cstheme="majorHAnsi"/>
          <w:sz w:val="40"/>
          <w:szCs w:val="40"/>
        </w:rPr>
        <w:t>LA PIAZZA GRANDE?</w:t>
      </w:r>
    </w:p>
    <w:p w:rsidR="007908A9" w:rsidRDefault="007908A9" w:rsidP="007908A9">
      <w:pPr>
        <w:jc w:val="center"/>
        <w:rPr>
          <w:rFonts w:cstheme="majorHAnsi"/>
          <w:szCs w:val="28"/>
        </w:rPr>
      </w:pPr>
    </w:p>
    <w:p w:rsidR="00822CAA" w:rsidRDefault="00822CAA" w:rsidP="007908A9">
      <w:pPr>
        <w:jc w:val="center"/>
        <w:rPr>
          <w:rFonts w:cstheme="majorHAnsi"/>
          <w:szCs w:val="28"/>
        </w:rPr>
      </w:pPr>
    </w:p>
    <w:p w:rsidR="00822CAA" w:rsidRDefault="00822CAA" w:rsidP="007908A9">
      <w:pPr>
        <w:jc w:val="center"/>
        <w:rPr>
          <w:rFonts w:cstheme="majorHAnsi"/>
          <w:szCs w:val="28"/>
        </w:rPr>
      </w:pPr>
    </w:p>
    <w:p w:rsidR="00822CAA" w:rsidRDefault="00822CAA" w:rsidP="00822CAA">
      <w:pPr>
        <w:rPr>
          <w:rFonts w:cstheme="majorHAnsi"/>
          <w:szCs w:val="28"/>
        </w:rPr>
      </w:pPr>
      <w:r w:rsidRPr="00822CAA">
        <w:rPr>
          <w:u w:val="single"/>
        </w:rPr>
        <w:t>Attenzione</w:t>
      </w:r>
      <w:r>
        <w:t>:</w:t>
      </w:r>
      <w:r>
        <w:rPr>
          <w:rFonts w:cstheme="majorHAnsi"/>
          <w:szCs w:val="28"/>
        </w:rPr>
        <w:t xml:space="preserve"> </w:t>
      </w:r>
    </w:p>
    <w:p w:rsidR="007908A9" w:rsidRPr="006B39E4" w:rsidRDefault="00822CAA" w:rsidP="00822CAA">
      <w:pPr>
        <w:rPr>
          <w:rFonts w:cstheme="majorHAnsi"/>
          <w:szCs w:val="28"/>
        </w:rPr>
      </w:pPr>
      <w:r>
        <w:rPr>
          <w:rFonts w:cstheme="majorHAnsi"/>
          <w:szCs w:val="28"/>
        </w:rPr>
        <w:t>i</w:t>
      </w:r>
      <w:r w:rsidR="007908A9">
        <w:rPr>
          <w:rFonts w:cstheme="majorHAnsi"/>
          <w:szCs w:val="28"/>
        </w:rPr>
        <w:t xml:space="preserve"> tutor vi mostreranno una superficie che </w:t>
      </w:r>
      <w:r>
        <w:rPr>
          <w:rFonts w:cstheme="majorHAnsi"/>
          <w:szCs w:val="28"/>
        </w:rPr>
        <w:t>si estende per 1 metro quadrato!</w:t>
      </w:r>
    </w:p>
    <w:p w:rsidR="007908A9" w:rsidRDefault="007908A9" w:rsidP="007908A9">
      <w:pPr>
        <w:pStyle w:val="Paragrafoelenco"/>
        <w:spacing w:line="360" w:lineRule="auto"/>
        <w:jc w:val="both"/>
      </w:pPr>
    </w:p>
    <w:p w:rsidR="00822CAA" w:rsidRDefault="00822CAA" w:rsidP="007908A9">
      <w:pPr>
        <w:pStyle w:val="Paragrafoelenco"/>
        <w:spacing w:line="360" w:lineRule="auto"/>
        <w:jc w:val="both"/>
      </w:pPr>
    </w:p>
    <w:p w:rsidR="007908A9" w:rsidRPr="003E6369" w:rsidRDefault="007908A9" w:rsidP="007908A9">
      <w:pPr>
        <w:pStyle w:val="Paragrafoelenco"/>
        <w:numPr>
          <w:ilvl w:val="0"/>
          <w:numId w:val="9"/>
        </w:numPr>
        <w:spacing w:line="360" w:lineRule="auto"/>
        <w:jc w:val="both"/>
      </w:pPr>
      <w:r w:rsidRPr="003E6369">
        <w:t xml:space="preserve">Fate una rapida </w:t>
      </w:r>
      <w:r w:rsidRPr="003E6369">
        <w:rPr>
          <w:b/>
        </w:rPr>
        <w:t>stima “ad occhio”</w:t>
      </w:r>
      <w:r w:rsidRPr="003E6369">
        <w:t xml:space="preserve">, </w:t>
      </w:r>
      <w:r w:rsidRPr="003E6369">
        <w:rPr>
          <w:u w:val="single"/>
        </w:rPr>
        <w:t>senza fare calcoli</w:t>
      </w:r>
      <w:r w:rsidRPr="003E6369">
        <w:t>.</w:t>
      </w:r>
    </w:p>
    <w:p w:rsidR="007908A9" w:rsidRPr="000F7EC6" w:rsidRDefault="007908A9" w:rsidP="007908A9">
      <w:pPr>
        <w:pStyle w:val="Paragrafoelenco"/>
        <w:spacing w:line="360" w:lineRule="auto"/>
        <w:ind w:left="360"/>
        <w:jc w:val="both"/>
      </w:pPr>
      <w:r>
        <w:t>Ognuno comunicherà separatamente al tutor la propria stima.</w:t>
      </w:r>
    </w:p>
    <w:p w:rsidR="007908A9" w:rsidRDefault="007908A9" w:rsidP="007908A9">
      <w:pPr>
        <w:spacing w:line="360" w:lineRule="auto"/>
        <w:jc w:val="both"/>
      </w:pPr>
    </w:p>
    <w:p w:rsidR="00822CAA" w:rsidRPr="003E6369" w:rsidRDefault="00822CAA" w:rsidP="007908A9">
      <w:pPr>
        <w:spacing w:line="360" w:lineRule="auto"/>
        <w:jc w:val="both"/>
      </w:pPr>
    </w:p>
    <w:p w:rsidR="007908A9" w:rsidRPr="003E6369" w:rsidRDefault="007908A9" w:rsidP="007908A9">
      <w:pPr>
        <w:pStyle w:val="Paragrafoelenco"/>
        <w:numPr>
          <w:ilvl w:val="0"/>
          <w:numId w:val="9"/>
        </w:numPr>
        <w:spacing w:line="360" w:lineRule="auto"/>
        <w:jc w:val="both"/>
      </w:pPr>
      <w:r w:rsidRPr="003E6369">
        <w:t xml:space="preserve">Fate un </w:t>
      </w:r>
      <w:r w:rsidRPr="003E6369">
        <w:rPr>
          <w:u w:val="single"/>
        </w:rPr>
        <w:t>calcolo approssimato</w:t>
      </w:r>
      <w:r w:rsidRPr="003E6369">
        <w:t xml:space="preserve"> </w:t>
      </w:r>
      <w:r>
        <w:t>dei metri quadrati totali della piazza</w:t>
      </w:r>
      <w:r w:rsidRPr="003E6369">
        <w:t xml:space="preserve">, aiutandovi con </w:t>
      </w:r>
      <w:r>
        <w:t xml:space="preserve">il </w:t>
      </w:r>
      <w:r w:rsidRPr="007908A9">
        <w:rPr>
          <w:u w:val="single"/>
        </w:rPr>
        <w:t>puzzle della piazza</w:t>
      </w:r>
      <w:r w:rsidRPr="003E6369">
        <w:t xml:space="preserve">. </w:t>
      </w:r>
    </w:p>
    <w:p w:rsidR="00822CAA" w:rsidRDefault="00822CAA" w:rsidP="00822CAA">
      <w:pPr>
        <w:pStyle w:val="Paragrafoelenco"/>
        <w:spacing w:line="360" w:lineRule="auto"/>
        <w:ind w:left="360"/>
        <w:jc w:val="both"/>
      </w:pPr>
      <w:r w:rsidRPr="0048640D">
        <w:t xml:space="preserve">Riportate </w:t>
      </w:r>
      <w:r>
        <w:t>su un foglio le vostre strategie.</w:t>
      </w:r>
    </w:p>
    <w:p w:rsidR="00822CAA" w:rsidRPr="0048640D" w:rsidRDefault="00822CAA" w:rsidP="00822CAA">
      <w:pPr>
        <w:pStyle w:val="Paragrafoelenco"/>
        <w:spacing w:line="360" w:lineRule="auto"/>
        <w:ind w:left="360"/>
        <w:jc w:val="both"/>
      </w:pPr>
      <w:r>
        <w:t>Al termine, il tutor prenderà nota della vostra stima finale e del tempo impiegato.</w:t>
      </w:r>
    </w:p>
    <w:p w:rsidR="007908A9" w:rsidRPr="000F7EC6" w:rsidRDefault="007908A9" w:rsidP="007908A9">
      <w:pPr>
        <w:pStyle w:val="Paragrafoelenco"/>
        <w:spacing w:line="360" w:lineRule="auto"/>
        <w:ind w:left="360"/>
        <w:jc w:val="both"/>
      </w:pPr>
    </w:p>
    <w:p w:rsidR="007908A9" w:rsidRPr="000F7EC6" w:rsidRDefault="007908A9" w:rsidP="007908A9">
      <w:pPr>
        <w:pStyle w:val="Paragrafoelenco"/>
        <w:spacing w:line="360" w:lineRule="auto"/>
        <w:ind w:left="360"/>
        <w:jc w:val="both"/>
      </w:pPr>
    </w:p>
    <w:p w:rsidR="007908A9" w:rsidRPr="000F7EC6" w:rsidRDefault="007908A9" w:rsidP="007908A9">
      <w:pPr>
        <w:pStyle w:val="Paragrafoelenco"/>
        <w:spacing w:line="360" w:lineRule="auto"/>
        <w:ind w:left="360"/>
        <w:jc w:val="both"/>
      </w:pPr>
    </w:p>
    <w:p w:rsidR="007908A9" w:rsidRPr="000F7EC6" w:rsidRDefault="007908A9" w:rsidP="007908A9">
      <w:pPr>
        <w:pStyle w:val="Paragrafoelenco"/>
        <w:spacing w:line="360" w:lineRule="auto"/>
        <w:ind w:left="360"/>
        <w:jc w:val="both"/>
      </w:pPr>
    </w:p>
    <w:p w:rsidR="007908A9" w:rsidRPr="000F7EC6" w:rsidRDefault="007908A9" w:rsidP="007908A9">
      <w:pPr>
        <w:pStyle w:val="Paragrafoelenco"/>
        <w:spacing w:line="360" w:lineRule="auto"/>
        <w:ind w:left="360"/>
        <w:jc w:val="both"/>
      </w:pPr>
    </w:p>
    <w:p w:rsidR="007908A9" w:rsidRPr="000F7EC6" w:rsidRDefault="007908A9" w:rsidP="007908A9">
      <w:pPr>
        <w:pStyle w:val="Paragrafoelenco"/>
        <w:spacing w:line="360" w:lineRule="auto"/>
        <w:ind w:left="360"/>
        <w:jc w:val="both"/>
      </w:pPr>
    </w:p>
    <w:p w:rsidR="007908A9" w:rsidRDefault="007908A9" w:rsidP="007908A9">
      <w:pPr>
        <w:pStyle w:val="Paragrafoelenco"/>
        <w:spacing w:line="360" w:lineRule="auto"/>
        <w:ind w:left="360"/>
        <w:jc w:val="both"/>
      </w:pPr>
    </w:p>
    <w:p w:rsidR="007908A9" w:rsidRDefault="007908A9" w:rsidP="007908A9">
      <w:pPr>
        <w:pStyle w:val="Paragrafoelenco"/>
        <w:spacing w:line="360" w:lineRule="auto"/>
        <w:ind w:left="360"/>
        <w:jc w:val="both"/>
      </w:pPr>
    </w:p>
    <w:p w:rsidR="007908A9" w:rsidRDefault="007908A9" w:rsidP="007908A9">
      <w:pPr>
        <w:pStyle w:val="Paragrafoelenco"/>
        <w:spacing w:line="360" w:lineRule="auto"/>
        <w:ind w:left="360"/>
        <w:jc w:val="both"/>
      </w:pPr>
    </w:p>
    <w:p w:rsidR="00462F0B" w:rsidRPr="000F7EC6" w:rsidRDefault="00462F0B" w:rsidP="00FB4FD0">
      <w:pPr>
        <w:spacing w:line="360" w:lineRule="auto"/>
      </w:pPr>
    </w:p>
    <w:sectPr w:rsidR="00462F0B" w:rsidRPr="000F7EC6" w:rsidSect="009D407E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7467B"/>
    <w:multiLevelType w:val="hybridMultilevel"/>
    <w:tmpl w:val="B92AF276"/>
    <w:lvl w:ilvl="0" w:tplc="4F4441A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B2222"/>
    <w:multiLevelType w:val="hybridMultilevel"/>
    <w:tmpl w:val="73760778"/>
    <w:lvl w:ilvl="0" w:tplc="08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A76E81"/>
    <w:multiLevelType w:val="hybridMultilevel"/>
    <w:tmpl w:val="4448E8A8"/>
    <w:lvl w:ilvl="0" w:tplc="7DE65A14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714C8"/>
    <w:multiLevelType w:val="hybridMultilevel"/>
    <w:tmpl w:val="B288ADB6"/>
    <w:lvl w:ilvl="0" w:tplc="A7ACDF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2053CE"/>
    <w:multiLevelType w:val="hybridMultilevel"/>
    <w:tmpl w:val="1BE692AE"/>
    <w:lvl w:ilvl="0" w:tplc="921A68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C04031"/>
    <w:multiLevelType w:val="hybridMultilevel"/>
    <w:tmpl w:val="DAC6586A"/>
    <w:lvl w:ilvl="0" w:tplc="321CA3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73787B"/>
    <w:multiLevelType w:val="hybridMultilevel"/>
    <w:tmpl w:val="ABE855B2"/>
    <w:lvl w:ilvl="0" w:tplc="FBF6CB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122355"/>
    <w:multiLevelType w:val="hybridMultilevel"/>
    <w:tmpl w:val="D74CF59C"/>
    <w:lvl w:ilvl="0" w:tplc="179E89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D6BA6"/>
    <w:multiLevelType w:val="hybridMultilevel"/>
    <w:tmpl w:val="94343A72"/>
    <w:lvl w:ilvl="0" w:tplc="B762A21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4D6E22"/>
    <w:multiLevelType w:val="hybridMultilevel"/>
    <w:tmpl w:val="892A7D52"/>
    <w:lvl w:ilvl="0" w:tplc="5A9C99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9822E8"/>
    <w:multiLevelType w:val="hybridMultilevel"/>
    <w:tmpl w:val="4DAAECBA"/>
    <w:lvl w:ilvl="0" w:tplc="231650E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8250C"/>
    <w:multiLevelType w:val="hybridMultilevel"/>
    <w:tmpl w:val="164A7CA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B828CD"/>
    <w:multiLevelType w:val="hybridMultilevel"/>
    <w:tmpl w:val="444A2064"/>
    <w:lvl w:ilvl="0" w:tplc="269455D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4848C9"/>
    <w:multiLevelType w:val="hybridMultilevel"/>
    <w:tmpl w:val="7A766E3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D4442"/>
    <w:multiLevelType w:val="hybridMultilevel"/>
    <w:tmpl w:val="F4F4D784"/>
    <w:lvl w:ilvl="0" w:tplc="5C72D9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F2794C"/>
    <w:multiLevelType w:val="hybridMultilevel"/>
    <w:tmpl w:val="29BEA298"/>
    <w:lvl w:ilvl="0" w:tplc="A9CEE3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10"/>
  </w:num>
  <w:num w:numId="5">
    <w:abstractNumId w:val="11"/>
  </w:num>
  <w:num w:numId="6">
    <w:abstractNumId w:val="3"/>
  </w:num>
  <w:num w:numId="7">
    <w:abstractNumId w:val="9"/>
  </w:num>
  <w:num w:numId="8">
    <w:abstractNumId w:val="8"/>
  </w:num>
  <w:num w:numId="9">
    <w:abstractNumId w:val="5"/>
  </w:num>
  <w:num w:numId="10">
    <w:abstractNumId w:val="7"/>
  </w:num>
  <w:num w:numId="11">
    <w:abstractNumId w:val="0"/>
  </w:num>
  <w:num w:numId="12">
    <w:abstractNumId w:val="14"/>
  </w:num>
  <w:num w:numId="13">
    <w:abstractNumId w:val="15"/>
  </w:num>
  <w:num w:numId="14">
    <w:abstractNumId w:val="2"/>
  </w:num>
  <w:num w:numId="15">
    <w:abstractNumId w:val="6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F0B"/>
    <w:rsid w:val="00081E90"/>
    <w:rsid w:val="0009445E"/>
    <w:rsid w:val="000A153E"/>
    <w:rsid w:val="000D492B"/>
    <w:rsid w:val="000F7EC6"/>
    <w:rsid w:val="001A02AB"/>
    <w:rsid w:val="001A56AB"/>
    <w:rsid w:val="001C35EB"/>
    <w:rsid w:val="001C6BA1"/>
    <w:rsid w:val="001E59E1"/>
    <w:rsid w:val="00200256"/>
    <w:rsid w:val="002038A9"/>
    <w:rsid w:val="00206287"/>
    <w:rsid w:val="00222068"/>
    <w:rsid w:val="002B4EFB"/>
    <w:rsid w:val="002C36D4"/>
    <w:rsid w:val="002F0B35"/>
    <w:rsid w:val="0032090A"/>
    <w:rsid w:val="003E5200"/>
    <w:rsid w:val="003E6369"/>
    <w:rsid w:val="004201CA"/>
    <w:rsid w:val="00457E67"/>
    <w:rsid w:val="00462F0B"/>
    <w:rsid w:val="00467FE9"/>
    <w:rsid w:val="004741BB"/>
    <w:rsid w:val="0048640D"/>
    <w:rsid w:val="00495D0B"/>
    <w:rsid w:val="00501BC0"/>
    <w:rsid w:val="005A704E"/>
    <w:rsid w:val="005B08B4"/>
    <w:rsid w:val="005D2EF0"/>
    <w:rsid w:val="005E3B2F"/>
    <w:rsid w:val="00637946"/>
    <w:rsid w:val="00637B62"/>
    <w:rsid w:val="006A50FD"/>
    <w:rsid w:val="006B39E4"/>
    <w:rsid w:val="006C1B8E"/>
    <w:rsid w:val="006D57C1"/>
    <w:rsid w:val="00711C2D"/>
    <w:rsid w:val="00756512"/>
    <w:rsid w:val="0079056F"/>
    <w:rsid w:val="007908A9"/>
    <w:rsid w:val="007B066A"/>
    <w:rsid w:val="007D64B9"/>
    <w:rsid w:val="007F3E63"/>
    <w:rsid w:val="00822CAA"/>
    <w:rsid w:val="0083035E"/>
    <w:rsid w:val="00841E2A"/>
    <w:rsid w:val="0084555B"/>
    <w:rsid w:val="008865EB"/>
    <w:rsid w:val="008E5400"/>
    <w:rsid w:val="008E6162"/>
    <w:rsid w:val="00903324"/>
    <w:rsid w:val="00915AFB"/>
    <w:rsid w:val="009613C9"/>
    <w:rsid w:val="00993E07"/>
    <w:rsid w:val="009D407E"/>
    <w:rsid w:val="009E6EBE"/>
    <w:rsid w:val="00A055BB"/>
    <w:rsid w:val="00A627AC"/>
    <w:rsid w:val="00A66F1C"/>
    <w:rsid w:val="00A748CF"/>
    <w:rsid w:val="00AC6FA9"/>
    <w:rsid w:val="00B33F30"/>
    <w:rsid w:val="00B361BF"/>
    <w:rsid w:val="00B45D7B"/>
    <w:rsid w:val="00B530AF"/>
    <w:rsid w:val="00B6339B"/>
    <w:rsid w:val="00BA0472"/>
    <w:rsid w:val="00BB5F22"/>
    <w:rsid w:val="00BD3DE3"/>
    <w:rsid w:val="00C04C14"/>
    <w:rsid w:val="00CD36CD"/>
    <w:rsid w:val="00CE5804"/>
    <w:rsid w:val="00CF6445"/>
    <w:rsid w:val="00D00F2B"/>
    <w:rsid w:val="00D447C7"/>
    <w:rsid w:val="00D8057D"/>
    <w:rsid w:val="00D85684"/>
    <w:rsid w:val="00DA324F"/>
    <w:rsid w:val="00DA71FE"/>
    <w:rsid w:val="00DB6915"/>
    <w:rsid w:val="00DE5F7F"/>
    <w:rsid w:val="00E20DAB"/>
    <w:rsid w:val="00E247C1"/>
    <w:rsid w:val="00E40890"/>
    <w:rsid w:val="00E8348E"/>
    <w:rsid w:val="00ED070E"/>
    <w:rsid w:val="00EF3CD8"/>
    <w:rsid w:val="00F045A6"/>
    <w:rsid w:val="00F10D0C"/>
    <w:rsid w:val="00F36A31"/>
    <w:rsid w:val="00F813D7"/>
    <w:rsid w:val="00F94E93"/>
    <w:rsid w:val="00FB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00B02"/>
  <w15:docId w15:val="{1B3A83E9-BBA7-4FEE-AD34-12A03773C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407E"/>
    <w:pPr>
      <w:spacing w:after="0" w:line="240" w:lineRule="auto"/>
    </w:pPr>
    <w:rPr>
      <w:rFonts w:ascii="Comic Sans MS" w:hAnsi="Comic Sans MS"/>
      <w:sz w:val="2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D407E"/>
    <w:pPr>
      <w:keepNext/>
      <w:keepLines/>
      <w:jc w:val="center"/>
      <w:outlineLvl w:val="0"/>
    </w:pPr>
    <w:rPr>
      <w:rFonts w:eastAsiaTheme="majorEastAsia" w:cstheme="majorBidi"/>
      <w:sz w:val="40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62F0B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uiPriority w:val="10"/>
    <w:qFormat/>
    <w:rsid w:val="009D407E"/>
    <w:pPr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D407E"/>
    <w:rPr>
      <w:rFonts w:ascii="Comic Sans MS" w:eastAsiaTheme="majorEastAsia" w:hAnsi="Comic Sans MS" w:cstheme="majorBidi"/>
      <w:spacing w:val="-10"/>
      <w:kern w:val="28"/>
      <w:sz w:val="56"/>
      <w:szCs w:val="5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D407E"/>
    <w:rPr>
      <w:rFonts w:ascii="Comic Sans MS" w:eastAsiaTheme="majorEastAsia" w:hAnsi="Comic Sans MS" w:cstheme="majorBidi"/>
      <w:sz w:val="40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F36A31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36A3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7E51D-5B73-4DC6-861B-37D8E207E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7806AB90</Template>
  <TotalTime>0</TotalTime>
  <Pages>4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Scuole Cantone Ticino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Windows User</cp:lastModifiedBy>
  <cp:revision>8</cp:revision>
  <dcterms:created xsi:type="dcterms:W3CDTF">2018-05-01T14:50:00Z</dcterms:created>
  <dcterms:modified xsi:type="dcterms:W3CDTF">2018-09-06T14:46:00Z</dcterms:modified>
</cp:coreProperties>
</file>